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3680D" w14:textId="0E4BC2AA" w:rsidR="007E331F" w:rsidRPr="00CC16D8" w:rsidRDefault="00876C95" w:rsidP="00CC16D8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Z</w:t>
      </w:r>
      <w:r w:rsidR="007E331F" w:rsidRPr="00DF2465">
        <w:rPr>
          <w:rFonts w:ascii="Times New Roman" w:hAnsi="Times New Roman"/>
          <w:b w:val="0"/>
          <w:sz w:val="22"/>
          <w:szCs w:val="22"/>
        </w:rPr>
        <w:t xml:space="preserve">ałącznik nr </w:t>
      </w:r>
      <w:r w:rsidR="00DF2465" w:rsidRPr="00DF2465">
        <w:rPr>
          <w:rFonts w:ascii="Times New Roman" w:hAnsi="Times New Roman"/>
          <w:b w:val="0"/>
          <w:sz w:val="22"/>
          <w:szCs w:val="22"/>
        </w:rPr>
        <w:t>1</w:t>
      </w:r>
      <w:r w:rsidR="007E331F" w:rsidRPr="00DF2465">
        <w:rPr>
          <w:rFonts w:ascii="Times New Roman" w:hAnsi="Times New Roman"/>
          <w:b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54"/>
      </w:tblGrid>
      <w:tr w:rsidR="00F31EAC" w:rsidRPr="005844F6" w14:paraId="38267BB8" w14:textId="77777777" w:rsidTr="00390E1B">
        <w:tc>
          <w:tcPr>
            <w:tcW w:w="9104" w:type="dxa"/>
            <w:shd w:val="clear" w:color="auto" w:fill="D9D9D9" w:themeFill="background1" w:themeFillShade="D9"/>
          </w:tcPr>
          <w:p w14:paraId="28BB6535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3765170A" w14:textId="77777777" w:rsidR="003030BB" w:rsidRDefault="003030BB" w:rsidP="00F31EAC">
      <w:pPr>
        <w:spacing w:after="240" w:line="276" w:lineRule="auto"/>
        <w:jc w:val="both"/>
        <w:rPr>
          <w:sz w:val="22"/>
          <w:szCs w:val="22"/>
        </w:rPr>
      </w:pPr>
    </w:p>
    <w:p w14:paraId="3C31A244" w14:textId="07F31809" w:rsidR="00F31EAC" w:rsidRPr="00BF2A91" w:rsidRDefault="002E612D" w:rsidP="00F31EAC">
      <w:pPr>
        <w:spacing w:after="240" w:line="276" w:lineRule="auto"/>
        <w:jc w:val="both"/>
      </w:pPr>
      <w:r w:rsidRPr="00BF2A91">
        <w:t>Nawiązując do</w:t>
      </w:r>
      <w:r w:rsidR="00AA39D6" w:rsidRPr="00BF2A91">
        <w:t xml:space="preserve"> toczącego się </w:t>
      </w:r>
      <w:r w:rsidRPr="00BF2A91">
        <w:t xml:space="preserve">postępowania o udzielenie zamówienia publicznego </w:t>
      </w:r>
      <w:r w:rsidR="00AA39D6" w:rsidRPr="00BF2A91">
        <w:t>prowadzonego</w:t>
      </w:r>
      <w:r w:rsidRPr="00BF2A91">
        <w:t xml:space="preserve"> </w:t>
      </w:r>
      <w:r w:rsidR="00BF2A91" w:rsidRPr="00BF2A91">
        <w:t xml:space="preserve">w trybie </w:t>
      </w:r>
      <w:r w:rsidR="00AF39E7">
        <w:rPr>
          <w:b/>
          <w:bCs/>
        </w:rPr>
        <w:t xml:space="preserve">zapytania o cenę </w:t>
      </w:r>
      <w:proofErr w:type="spellStart"/>
      <w:r w:rsidR="00AF39E7" w:rsidRPr="00AF39E7">
        <w:rPr>
          <w:bCs/>
        </w:rPr>
        <w:t>pn</w:t>
      </w:r>
      <w:proofErr w:type="spellEnd"/>
    </w:p>
    <w:p w14:paraId="6F04A1E7" w14:textId="77777777" w:rsidR="00DB5907" w:rsidRDefault="00DB5907" w:rsidP="00DB5907">
      <w:pPr>
        <w:widowControl w:val="0"/>
        <w:autoSpaceDE w:val="0"/>
        <w:autoSpaceDN w:val="0"/>
        <w:adjustRightInd w:val="0"/>
        <w:spacing w:after="160" w:line="259" w:lineRule="auto"/>
        <w:ind w:right="66"/>
        <w:jc w:val="center"/>
        <w:rPr>
          <w:rFonts w:cs="Calibri"/>
          <w:b/>
          <w:bCs/>
          <w:i/>
          <w:iCs/>
          <w:spacing w:val="1"/>
        </w:rPr>
      </w:pPr>
      <w:r>
        <w:rPr>
          <w:rFonts w:cs="Calibri"/>
          <w:b/>
          <w:bCs/>
          <w:i/>
          <w:iCs/>
          <w:spacing w:val="1"/>
        </w:rPr>
        <w:t xml:space="preserve">„Sprzątanie wyznaczonych części budynku </w:t>
      </w:r>
    </w:p>
    <w:p w14:paraId="3534206E" w14:textId="2BCCE89D" w:rsidR="00DB5907" w:rsidRPr="00DC35B5" w:rsidRDefault="00DB5907" w:rsidP="00DB5907">
      <w:pPr>
        <w:widowControl w:val="0"/>
        <w:autoSpaceDE w:val="0"/>
        <w:autoSpaceDN w:val="0"/>
        <w:adjustRightInd w:val="0"/>
        <w:spacing w:after="160" w:line="259" w:lineRule="auto"/>
        <w:ind w:right="66"/>
        <w:jc w:val="center"/>
        <w:rPr>
          <w:b/>
          <w:i/>
        </w:rPr>
      </w:pPr>
      <w:r>
        <w:rPr>
          <w:rFonts w:cs="Calibri"/>
          <w:b/>
          <w:bCs/>
          <w:i/>
          <w:iCs/>
          <w:spacing w:val="1"/>
        </w:rPr>
        <w:t>Szkoły Podstawowej im. Stanisława Jachowicza w Leśmierzu w roku 2025”.</w:t>
      </w:r>
    </w:p>
    <w:p w14:paraId="572AD70E" w14:textId="594F5A53" w:rsidR="005D2664" w:rsidRDefault="005D2664" w:rsidP="001B79F7">
      <w:pPr>
        <w:spacing w:after="120" w:line="276" w:lineRule="auto"/>
        <w:jc w:val="center"/>
        <w:rPr>
          <w:b/>
          <w:bCs/>
          <w:i/>
          <w:sz w:val="28"/>
          <w:szCs w:val="28"/>
        </w:rPr>
      </w:pPr>
    </w:p>
    <w:p w14:paraId="226F28B1" w14:textId="77777777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1D78E5D2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421562C2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497A9287" w14:textId="77777777" w:rsidR="00AE2ACB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9"/>
        <w:gridCol w:w="6155"/>
      </w:tblGrid>
      <w:tr w:rsidR="003646EE" w:rsidRPr="007677F8" w14:paraId="42BF7543" w14:textId="77777777" w:rsidTr="00D56164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6A09105A" w14:textId="77777777" w:rsidR="003646EE" w:rsidRPr="007677F8" w:rsidRDefault="003646EE" w:rsidP="00D56164">
            <w:pPr>
              <w:autoSpaceDE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78C5439A" w14:textId="77777777" w:rsidR="003646EE" w:rsidRPr="007677F8" w:rsidRDefault="003646EE" w:rsidP="00D56164">
            <w:pPr>
              <w:pStyle w:val="Akapitzlist"/>
              <w:autoSpaceDE w:val="0"/>
              <w:adjustRightInd w:val="0"/>
              <w:spacing w:before="60" w:after="60"/>
              <w:ind w:left="0"/>
            </w:pPr>
          </w:p>
        </w:tc>
      </w:tr>
      <w:tr w:rsidR="003646EE" w:rsidRPr="007677F8" w14:paraId="61BD227F" w14:textId="77777777" w:rsidTr="00D56164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4602712B" w14:textId="77777777" w:rsidR="003646EE" w:rsidRPr="007677F8" w:rsidRDefault="003646EE" w:rsidP="00D56164">
            <w:pPr>
              <w:autoSpaceDE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66BC52B0" w14:textId="77777777" w:rsidR="003646EE" w:rsidRPr="007677F8" w:rsidRDefault="003646EE" w:rsidP="00D56164">
            <w:pPr>
              <w:pStyle w:val="Akapitzlist"/>
              <w:autoSpaceDE w:val="0"/>
              <w:adjustRightInd w:val="0"/>
              <w:spacing w:before="60" w:after="60"/>
              <w:ind w:left="0"/>
            </w:pPr>
          </w:p>
        </w:tc>
      </w:tr>
      <w:tr w:rsidR="003646EE" w:rsidRPr="007677F8" w14:paraId="230F39A0" w14:textId="77777777" w:rsidTr="00D56164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2FE145F1" w14:textId="77777777" w:rsidR="003646EE" w:rsidRPr="007677F8" w:rsidRDefault="003646EE" w:rsidP="00D56164">
            <w:pPr>
              <w:autoSpaceDE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Województwo</w:t>
            </w:r>
          </w:p>
        </w:tc>
        <w:tc>
          <w:tcPr>
            <w:tcW w:w="6237" w:type="dxa"/>
            <w:shd w:val="clear" w:color="auto" w:fill="auto"/>
          </w:tcPr>
          <w:p w14:paraId="7045064A" w14:textId="77777777" w:rsidR="003646EE" w:rsidRPr="007677F8" w:rsidRDefault="003646EE" w:rsidP="00D56164">
            <w:pPr>
              <w:pStyle w:val="Akapitzlist"/>
              <w:autoSpaceDE w:val="0"/>
              <w:adjustRightInd w:val="0"/>
              <w:spacing w:before="60" w:after="60"/>
              <w:ind w:left="0"/>
            </w:pPr>
          </w:p>
        </w:tc>
      </w:tr>
      <w:tr w:rsidR="003646EE" w:rsidRPr="007677F8" w14:paraId="5085A9CA" w14:textId="77777777" w:rsidTr="00D56164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1A22629A" w14:textId="77777777" w:rsidR="003646EE" w:rsidRDefault="003646EE" w:rsidP="00D56164">
            <w:pPr>
              <w:autoSpaceDE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Adres e-mail, nr. telefonu</w:t>
            </w:r>
          </w:p>
        </w:tc>
        <w:tc>
          <w:tcPr>
            <w:tcW w:w="6237" w:type="dxa"/>
            <w:shd w:val="clear" w:color="auto" w:fill="auto"/>
          </w:tcPr>
          <w:p w14:paraId="342D7F9E" w14:textId="77777777" w:rsidR="003646EE" w:rsidRPr="007677F8" w:rsidRDefault="003646EE" w:rsidP="00D56164">
            <w:pPr>
              <w:pStyle w:val="Akapitzlist"/>
              <w:autoSpaceDE w:val="0"/>
              <w:adjustRightInd w:val="0"/>
              <w:spacing w:before="60" w:after="60"/>
              <w:ind w:left="0"/>
            </w:pPr>
          </w:p>
        </w:tc>
      </w:tr>
      <w:tr w:rsidR="003646EE" w:rsidRPr="007677F8" w14:paraId="6E465593" w14:textId="77777777" w:rsidTr="00D56164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32CF789C" w14:textId="77777777" w:rsidR="003646EE" w:rsidRPr="007677F8" w:rsidRDefault="003646EE" w:rsidP="00D56164">
            <w:pPr>
              <w:autoSpaceDE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5C52C46C" w14:textId="77777777" w:rsidR="003646EE" w:rsidRPr="007677F8" w:rsidRDefault="003646EE" w:rsidP="00D56164">
            <w:pPr>
              <w:pStyle w:val="Akapitzlist"/>
              <w:autoSpaceDE w:val="0"/>
              <w:adjustRightInd w:val="0"/>
              <w:spacing w:before="60" w:after="60"/>
              <w:ind w:left="0"/>
            </w:pPr>
          </w:p>
        </w:tc>
      </w:tr>
      <w:tr w:rsidR="003646EE" w:rsidRPr="007677F8" w14:paraId="4E699725" w14:textId="77777777" w:rsidTr="00D56164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1B4DC94A" w14:textId="77777777" w:rsidR="003646EE" w:rsidRPr="007677F8" w:rsidRDefault="003646EE" w:rsidP="00D56164">
            <w:pPr>
              <w:autoSpaceDE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122FCA1E" w14:textId="77777777" w:rsidR="003646EE" w:rsidRPr="007677F8" w:rsidRDefault="003646EE" w:rsidP="00D56164">
            <w:pPr>
              <w:pStyle w:val="Akapitzlist"/>
              <w:autoSpaceDE w:val="0"/>
              <w:adjustRightInd w:val="0"/>
              <w:spacing w:before="60" w:after="60"/>
              <w:ind w:left="0"/>
            </w:pPr>
          </w:p>
        </w:tc>
      </w:tr>
      <w:tr w:rsidR="003646EE" w:rsidRPr="007677F8" w14:paraId="1F4FB8FB" w14:textId="77777777" w:rsidTr="00D56164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43D853C3" w14:textId="77777777" w:rsidR="003646EE" w:rsidRPr="007677F8" w:rsidRDefault="003646EE" w:rsidP="00D56164">
            <w:pPr>
              <w:autoSpaceDE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KRS </w:t>
            </w:r>
            <w:r w:rsidRPr="00EC779A">
              <w:rPr>
                <w:rFonts w:eastAsia="Calibri"/>
                <w:i/>
                <w:iCs/>
                <w:sz w:val="22"/>
                <w:szCs w:val="22"/>
              </w:rPr>
              <w:t>(jeśli dotyczy)</w:t>
            </w:r>
          </w:p>
        </w:tc>
        <w:tc>
          <w:tcPr>
            <w:tcW w:w="6237" w:type="dxa"/>
            <w:shd w:val="clear" w:color="auto" w:fill="auto"/>
          </w:tcPr>
          <w:p w14:paraId="5D123A34" w14:textId="77777777" w:rsidR="003646EE" w:rsidRPr="007677F8" w:rsidRDefault="003646EE" w:rsidP="00D56164">
            <w:pPr>
              <w:pStyle w:val="Akapitzlist"/>
              <w:autoSpaceDE w:val="0"/>
              <w:adjustRightInd w:val="0"/>
              <w:spacing w:before="60" w:after="60"/>
              <w:ind w:left="0"/>
            </w:pPr>
          </w:p>
        </w:tc>
      </w:tr>
      <w:tr w:rsidR="003646EE" w:rsidRPr="007677F8" w14:paraId="49E4851A" w14:textId="77777777" w:rsidTr="00D56164">
        <w:trPr>
          <w:trHeight w:val="3895"/>
        </w:trPr>
        <w:tc>
          <w:tcPr>
            <w:tcW w:w="2835" w:type="dxa"/>
            <w:shd w:val="clear" w:color="auto" w:fill="auto"/>
            <w:vAlign w:val="center"/>
          </w:tcPr>
          <w:p w14:paraId="507831BA" w14:textId="77777777" w:rsidR="003646EE" w:rsidRDefault="003646EE" w:rsidP="00D56164">
            <w:pPr>
              <w:shd w:val="clear" w:color="auto" w:fill="FFFFFF"/>
              <w:tabs>
                <w:tab w:val="left" w:pos="567"/>
              </w:tabs>
              <w:spacing w:after="60" w:line="288" w:lineRule="auto"/>
              <w:ind w:right="28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Rodzaj przedsiębiorstwa</w:t>
            </w:r>
          </w:p>
          <w:p w14:paraId="2E187D6B" w14:textId="77777777" w:rsidR="003646EE" w:rsidRDefault="003646EE" w:rsidP="00D56164">
            <w:pPr>
              <w:shd w:val="clear" w:color="auto" w:fill="FFFFFF"/>
              <w:tabs>
                <w:tab w:val="left" w:pos="567"/>
              </w:tabs>
              <w:spacing w:after="60" w:line="288" w:lineRule="auto"/>
              <w:ind w:right="28"/>
              <w:jc w:val="both"/>
              <w:rPr>
                <w:bCs/>
                <w:sz w:val="22"/>
                <w:szCs w:val="22"/>
              </w:rPr>
            </w:pPr>
            <w:r w:rsidRPr="003030BB">
              <w:rPr>
                <w:bCs/>
                <w:sz w:val="22"/>
                <w:szCs w:val="22"/>
              </w:rPr>
              <w:t>jakim jest Wykonawca</w:t>
            </w:r>
          </w:p>
          <w:p w14:paraId="7C904B55" w14:textId="77777777" w:rsidR="003646EE" w:rsidRPr="003030BB" w:rsidRDefault="003646EE" w:rsidP="00D56164">
            <w:pPr>
              <w:shd w:val="clear" w:color="auto" w:fill="FFFFFF"/>
              <w:tabs>
                <w:tab w:val="left" w:pos="567"/>
              </w:tabs>
              <w:spacing w:after="60" w:line="288" w:lineRule="auto"/>
              <w:ind w:right="28"/>
              <w:jc w:val="both"/>
            </w:pPr>
            <w:r w:rsidRPr="003030BB">
              <w:rPr>
                <w:bCs/>
                <w:sz w:val="16"/>
                <w:szCs w:val="16"/>
              </w:rPr>
              <w:t>(zaznaczyć właściwą opcję):</w:t>
            </w:r>
          </w:p>
          <w:p w14:paraId="46A6F770" w14:textId="77777777" w:rsidR="003646EE" w:rsidRPr="007677F8" w:rsidRDefault="003646EE" w:rsidP="00D56164">
            <w:pPr>
              <w:autoSpaceDE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0E6F4B66" w14:textId="77777777" w:rsidR="003646EE" w:rsidRDefault="003646EE" w:rsidP="00D56164">
            <w:pPr>
              <w:pStyle w:val="Akapitzlist"/>
              <w:autoSpaceDE w:val="0"/>
              <w:adjustRightInd w:val="0"/>
              <w:spacing w:before="60" w:after="60"/>
              <w:ind w:left="0"/>
            </w:pPr>
          </w:p>
          <w:tbl>
            <w:tblPr>
              <w:tblStyle w:val="Tabela-Siatka"/>
              <w:tblW w:w="0" w:type="auto"/>
              <w:tblInd w:w="5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86"/>
              <w:gridCol w:w="4819"/>
            </w:tblGrid>
            <w:tr w:rsidR="003646EE" w:rsidRPr="003030BB" w14:paraId="1035639E" w14:textId="77777777" w:rsidTr="00D56164">
              <w:tc>
                <w:tcPr>
                  <w:tcW w:w="641" w:type="dxa"/>
                </w:tcPr>
                <w:p w14:paraId="5EAC3503" w14:textId="0785B52D" w:rsidR="003646EE" w:rsidRPr="003030BB" w:rsidRDefault="00660335" w:rsidP="00D56164">
                  <w:r>
                    <w:rPr>
                      <w:noProof/>
                      <w:lang w:eastAsia="zh-CN"/>
                    </w:rPr>
                    <w:pict w14:anchorId="7CAF44A4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alt="" style="width:16.5pt;height:18.75pt;mso-width-percent:0;mso-height-percent:0;mso-width-percent:0;mso-height-percent:0">
                        <v:imagedata r:id="rId8" o:title=""/>
                      </v:shape>
                    </w:pict>
                  </w:r>
                </w:p>
              </w:tc>
              <w:tc>
                <w:tcPr>
                  <w:tcW w:w="8106" w:type="dxa"/>
                </w:tcPr>
                <w:p w14:paraId="0F7A8D55" w14:textId="77777777" w:rsidR="003646EE" w:rsidRPr="003030BB" w:rsidRDefault="003646EE" w:rsidP="00D56164">
                  <w:r w:rsidRPr="003030BB">
                    <w:t xml:space="preserve">Mikroprzedsiębiorstwo </w:t>
                  </w:r>
                </w:p>
                <w:p w14:paraId="6B8CB62A" w14:textId="77777777" w:rsidR="003646EE" w:rsidRPr="003030BB" w:rsidRDefault="003646EE" w:rsidP="00D56164">
                  <w:pPr>
                    <w:rPr>
                      <w:i/>
                      <w:sz w:val="16"/>
                    </w:rPr>
                  </w:pPr>
                  <w:r w:rsidRPr="003030BB">
                    <w:rPr>
                      <w:i/>
                      <w:sz w:val="16"/>
                    </w:rPr>
                    <w:t>(Przedsiębiorstwo, które zatrudnia mniej niż 10 osób i którego roczny obrót lub roczna suma bilansowa nie przekracza 2 milionów EURO).</w:t>
                  </w:r>
                </w:p>
              </w:tc>
            </w:tr>
            <w:tr w:rsidR="003646EE" w:rsidRPr="003030BB" w14:paraId="51689374" w14:textId="77777777" w:rsidTr="00D56164">
              <w:tc>
                <w:tcPr>
                  <w:tcW w:w="641" w:type="dxa"/>
                </w:tcPr>
                <w:p w14:paraId="6B3B6FB3" w14:textId="48A91519" w:rsidR="003646EE" w:rsidRPr="003030BB" w:rsidRDefault="00660335" w:rsidP="00D56164">
                  <w:r>
                    <w:rPr>
                      <w:noProof/>
                      <w:lang w:eastAsia="zh-CN"/>
                    </w:rPr>
                    <w:pict w14:anchorId="6AE95531">
                      <v:shape id="_x0000_i1026" type="#_x0000_t75" alt="" style="width:16.5pt;height:18.75pt;mso-width-percent:0;mso-height-percent:0;mso-width-percent:0;mso-height-percent:0">
                        <v:imagedata r:id="rId8" o:title=""/>
                      </v:shape>
                    </w:pict>
                  </w:r>
                </w:p>
              </w:tc>
              <w:tc>
                <w:tcPr>
                  <w:tcW w:w="8106" w:type="dxa"/>
                </w:tcPr>
                <w:p w14:paraId="623914EB" w14:textId="77777777" w:rsidR="003646EE" w:rsidRPr="003030BB" w:rsidRDefault="003646EE" w:rsidP="00D56164">
                  <w:r w:rsidRPr="003030BB">
                    <w:t>Małe przedsiębiorstwo</w:t>
                  </w:r>
                </w:p>
                <w:p w14:paraId="42E474FB" w14:textId="77777777" w:rsidR="003646EE" w:rsidRPr="003030BB" w:rsidRDefault="003646EE" w:rsidP="00D56164">
                  <w:pPr>
                    <w:rPr>
                      <w:i/>
                      <w:sz w:val="16"/>
                    </w:rPr>
                  </w:pPr>
                  <w:r w:rsidRPr="003030BB">
                    <w:rPr>
                      <w:i/>
                      <w:sz w:val="16"/>
                    </w:rPr>
                    <w:t xml:space="preserve">(Przedsiębiorstwo, które zatrudnia mniej niż 50 osób i katorgo roczny obrót lub roczna suma bilansowa nie przekracza 10 milionów EURO). </w:t>
                  </w:r>
                </w:p>
              </w:tc>
            </w:tr>
            <w:tr w:rsidR="003646EE" w:rsidRPr="003030BB" w14:paraId="03655055" w14:textId="77777777" w:rsidTr="00D56164">
              <w:tc>
                <w:tcPr>
                  <w:tcW w:w="641" w:type="dxa"/>
                </w:tcPr>
                <w:p w14:paraId="33EDB3EA" w14:textId="0845AD85" w:rsidR="003646EE" w:rsidRPr="003030BB" w:rsidRDefault="00660335" w:rsidP="00D56164">
                  <w:r>
                    <w:rPr>
                      <w:noProof/>
                      <w:lang w:eastAsia="zh-CN"/>
                    </w:rPr>
                    <w:pict w14:anchorId="14761E55">
                      <v:shape id="_x0000_i1027" type="#_x0000_t75" alt="" style="width:16.5pt;height:18.75pt;mso-width-percent:0;mso-height-percent:0;mso-width-percent:0;mso-height-percent:0">
                        <v:imagedata r:id="rId8" o:title=""/>
                      </v:shape>
                    </w:pict>
                  </w:r>
                </w:p>
              </w:tc>
              <w:tc>
                <w:tcPr>
                  <w:tcW w:w="8106" w:type="dxa"/>
                </w:tcPr>
                <w:p w14:paraId="411BEBA1" w14:textId="77777777" w:rsidR="003646EE" w:rsidRPr="003030BB" w:rsidRDefault="003646EE" w:rsidP="00D56164">
                  <w:r w:rsidRPr="003030BB">
                    <w:t>Średnie przedsiębiorstwo</w:t>
                  </w:r>
                </w:p>
                <w:p w14:paraId="672B4E3C" w14:textId="77777777" w:rsidR="003646EE" w:rsidRPr="003030BB" w:rsidRDefault="003646EE" w:rsidP="00D56164">
                  <w:pPr>
                    <w:rPr>
                      <w:i/>
                      <w:sz w:val="16"/>
                    </w:rPr>
                  </w:pPr>
                  <w:r w:rsidRPr="003030BB">
                    <w:rPr>
                      <w:i/>
                      <w:sz w:val="16"/>
                    </w:rPr>
      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      </w:r>
                </w:p>
              </w:tc>
            </w:tr>
            <w:tr w:rsidR="003646EE" w:rsidRPr="003030BB" w14:paraId="2B2C85AB" w14:textId="77777777" w:rsidTr="00D56164">
              <w:tc>
                <w:tcPr>
                  <w:tcW w:w="641" w:type="dxa"/>
                </w:tcPr>
                <w:p w14:paraId="60C77C02" w14:textId="116B94F6" w:rsidR="003646EE" w:rsidRPr="003030BB" w:rsidRDefault="00660335" w:rsidP="00D56164">
                  <w:r>
                    <w:rPr>
                      <w:noProof/>
                      <w:lang w:eastAsia="zh-CN"/>
                    </w:rPr>
                    <w:pict w14:anchorId="12765B27">
                      <v:shape id="_x0000_i1028" type="#_x0000_t75" alt="" style="width:16.5pt;height:18.75pt;mso-width-percent:0;mso-height-percent:0;mso-width-percent:0;mso-height-percent:0">
                        <v:imagedata r:id="rId8" o:title=""/>
                      </v:shape>
                    </w:pict>
                  </w:r>
                </w:p>
              </w:tc>
              <w:tc>
                <w:tcPr>
                  <w:tcW w:w="8106" w:type="dxa"/>
                </w:tcPr>
                <w:p w14:paraId="5FED3C3B" w14:textId="77777777" w:rsidR="003646EE" w:rsidRPr="003030BB" w:rsidRDefault="003646EE" w:rsidP="00D56164">
                  <w:r w:rsidRPr="003030BB">
                    <w:t>Jednoosobowa działalność gospodarcza</w:t>
                  </w:r>
                </w:p>
              </w:tc>
            </w:tr>
            <w:tr w:rsidR="003646EE" w:rsidRPr="003030BB" w14:paraId="69FF74AD" w14:textId="77777777" w:rsidTr="00D56164">
              <w:tc>
                <w:tcPr>
                  <w:tcW w:w="641" w:type="dxa"/>
                </w:tcPr>
                <w:p w14:paraId="6610A99D" w14:textId="0813B023" w:rsidR="003646EE" w:rsidRPr="003030BB" w:rsidRDefault="00660335" w:rsidP="00D56164">
                  <w:r>
                    <w:rPr>
                      <w:noProof/>
                      <w:lang w:eastAsia="zh-CN"/>
                    </w:rPr>
                    <w:pict w14:anchorId="6193AA74">
                      <v:shape id="_x0000_i1029" type="#_x0000_t75" alt="" style="width:16.5pt;height:18.75pt;mso-width-percent:0;mso-height-percent:0;mso-width-percent:0;mso-height-percent:0">
                        <v:imagedata r:id="rId8" o:title=""/>
                      </v:shape>
                    </w:pict>
                  </w:r>
                </w:p>
              </w:tc>
              <w:tc>
                <w:tcPr>
                  <w:tcW w:w="8106" w:type="dxa"/>
                </w:tcPr>
                <w:p w14:paraId="2847EA97" w14:textId="77777777" w:rsidR="003646EE" w:rsidRPr="003030BB" w:rsidRDefault="003646EE" w:rsidP="00D56164">
                  <w:r w:rsidRPr="003030BB">
                    <w:t>Osoba fizyczna nieprowadząca działalności gospodarczej</w:t>
                  </w:r>
                </w:p>
              </w:tc>
            </w:tr>
            <w:tr w:rsidR="003646EE" w:rsidRPr="003030BB" w14:paraId="4F1AB589" w14:textId="77777777" w:rsidTr="00D56164">
              <w:tc>
                <w:tcPr>
                  <w:tcW w:w="641" w:type="dxa"/>
                </w:tcPr>
                <w:p w14:paraId="082BF82D" w14:textId="62C5FDC5" w:rsidR="003646EE" w:rsidRPr="003030BB" w:rsidRDefault="00660335" w:rsidP="00D56164">
                  <w:r>
                    <w:rPr>
                      <w:noProof/>
                      <w:lang w:eastAsia="zh-CN"/>
                    </w:rPr>
                    <w:pict w14:anchorId="78FF0253">
                      <v:shape id="_x0000_i1030" type="#_x0000_t75" alt="" style="width:16.5pt;height:18.75pt;mso-width-percent:0;mso-height-percent:0;mso-width-percent:0;mso-height-percent:0">
                        <v:imagedata r:id="rId8" o:title=""/>
                      </v:shape>
                    </w:pict>
                  </w:r>
                </w:p>
              </w:tc>
              <w:tc>
                <w:tcPr>
                  <w:tcW w:w="8106" w:type="dxa"/>
                </w:tcPr>
                <w:p w14:paraId="19DC9C55" w14:textId="77777777" w:rsidR="003646EE" w:rsidRDefault="003646EE" w:rsidP="00D56164">
                  <w:r w:rsidRPr="003030BB">
                    <w:t>Inny rodzaj</w:t>
                  </w:r>
                </w:p>
                <w:p w14:paraId="3F663562" w14:textId="77777777" w:rsidR="003646EE" w:rsidRPr="003030BB" w:rsidRDefault="003646EE" w:rsidP="00D56164"/>
              </w:tc>
            </w:tr>
          </w:tbl>
          <w:p w14:paraId="4EB326CE" w14:textId="77777777" w:rsidR="003646EE" w:rsidRPr="007677F8" w:rsidRDefault="003646EE" w:rsidP="00D56164">
            <w:pPr>
              <w:pStyle w:val="Akapitzlist"/>
              <w:autoSpaceDE w:val="0"/>
              <w:adjustRightInd w:val="0"/>
              <w:spacing w:before="60" w:after="60"/>
              <w:ind w:left="0"/>
            </w:pPr>
          </w:p>
        </w:tc>
      </w:tr>
    </w:tbl>
    <w:p w14:paraId="14D640EA" w14:textId="77777777" w:rsidR="003646EE" w:rsidRDefault="003646EE" w:rsidP="00AE2ACB">
      <w:pPr>
        <w:spacing w:after="100"/>
        <w:rPr>
          <w:b/>
          <w:sz w:val="22"/>
          <w:szCs w:val="22"/>
        </w:rPr>
      </w:pPr>
    </w:p>
    <w:p w14:paraId="7D27511F" w14:textId="16BBE31C" w:rsidR="00C0166F" w:rsidRPr="00BF2A91" w:rsidRDefault="004D5A42" w:rsidP="00BF2A91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</w:t>
      </w:r>
      <w:r w:rsidR="009157D0" w:rsidRPr="009157D0">
        <w:rPr>
          <w:sz w:val="22"/>
        </w:rPr>
        <w:t xml:space="preserve">na </w:t>
      </w:r>
      <w:r w:rsidR="00466E9E">
        <w:rPr>
          <w:sz w:val="22"/>
        </w:rPr>
        <w:t xml:space="preserve">wykonanie </w:t>
      </w:r>
      <w:r w:rsidR="009157D0" w:rsidRPr="009157D0">
        <w:rPr>
          <w:sz w:val="22"/>
        </w:rPr>
        <w:t xml:space="preserve">przedmiotu zamówienia zgodnie </w:t>
      </w:r>
      <w:r w:rsidR="007F3E87" w:rsidRPr="007F3E87">
        <w:rPr>
          <w:sz w:val="22"/>
        </w:rPr>
        <w:t>ze Specyfikacją Warunków Zamówienia</w:t>
      </w:r>
      <w:r w:rsidRPr="0097776D">
        <w:rPr>
          <w:sz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2"/>
      </w:tblGrid>
      <w:tr w:rsidR="00C0166F" w:rsidRPr="007F3E87" w14:paraId="61E757C5" w14:textId="77777777" w:rsidTr="005C6A90">
        <w:trPr>
          <w:trHeight w:val="704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14:paraId="0D391500" w14:textId="77777777" w:rsidR="00C0166F" w:rsidRPr="007F3E87" w:rsidRDefault="00C0166F" w:rsidP="005C6A90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C0166F" w:rsidRPr="007F3E87" w14:paraId="3C80BA21" w14:textId="77777777" w:rsidTr="005C6A90">
        <w:tc>
          <w:tcPr>
            <w:tcW w:w="9072" w:type="dxa"/>
            <w:shd w:val="clear" w:color="auto" w:fill="auto"/>
            <w:vAlign w:val="center"/>
          </w:tcPr>
          <w:p w14:paraId="51837336" w14:textId="2E4046DB" w:rsidR="00BF2A91" w:rsidRDefault="00C0166F" w:rsidP="006A788B">
            <w:pPr>
              <w:rPr>
                <w:b/>
                <w:i/>
                <w:iCs/>
                <w:sz w:val="22"/>
                <w:szCs w:val="22"/>
              </w:rPr>
            </w:pPr>
            <w:r w:rsidRPr="00BF2A91">
              <w:rPr>
                <w:b/>
                <w:sz w:val="22"/>
                <w:szCs w:val="22"/>
              </w:rPr>
              <w:t xml:space="preserve">Nazwa </w:t>
            </w:r>
            <w:r w:rsidR="008F6430" w:rsidRPr="00BF2A91">
              <w:rPr>
                <w:b/>
                <w:sz w:val="22"/>
                <w:szCs w:val="22"/>
              </w:rPr>
              <w:t>zamówienia:</w:t>
            </w:r>
            <w:r w:rsidRPr="00BF2A91">
              <w:rPr>
                <w:b/>
                <w:sz w:val="22"/>
                <w:szCs w:val="22"/>
              </w:rPr>
              <w:t xml:space="preserve"> </w:t>
            </w:r>
            <w:r w:rsidR="006A788B" w:rsidRPr="006A788B">
              <w:rPr>
                <w:b/>
                <w:i/>
                <w:iCs/>
                <w:sz w:val="22"/>
                <w:szCs w:val="22"/>
              </w:rPr>
              <w:t xml:space="preserve">Sprzątanie wyznaczonych części budynku </w:t>
            </w:r>
            <w:bookmarkStart w:id="0" w:name="_GoBack"/>
            <w:bookmarkEnd w:id="0"/>
            <w:r w:rsidR="006A788B" w:rsidRPr="006A788B">
              <w:rPr>
                <w:b/>
                <w:i/>
                <w:iCs/>
                <w:sz w:val="22"/>
                <w:szCs w:val="22"/>
              </w:rPr>
              <w:t>Szkoły Podstawowej im. Stanisława Jachowicza w Leśmierzu w roku 2025</w:t>
            </w:r>
            <w:r w:rsidR="00BF2A91" w:rsidRPr="00BF2A91">
              <w:rPr>
                <w:b/>
                <w:i/>
                <w:iCs/>
                <w:sz w:val="22"/>
                <w:szCs w:val="22"/>
              </w:rPr>
              <w:t>.</w:t>
            </w:r>
          </w:p>
          <w:p w14:paraId="14F2112D" w14:textId="77777777" w:rsidR="00BF2A91" w:rsidRPr="00BF2A91" w:rsidRDefault="00BF2A91" w:rsidP="00BF2A91">
            <w:pPr>
              <w:rPr>
                <w:b/>
                <w:i/>
                <w:iCs/>
                <w:sz w:val="22"/>
                <w:szCs w:val="22"/>
              </w:rPr>
            </w:pPr>
          </w:p>
          <w:p w14:paraId="6B816355" w14:textId="74404C2B" w:rsidR="00BF2A91" w:rsidRDefault="00BF2A91" w:rsidP="005C6A90">
            <w:pPr>
              <w:pStyle w:val="Akapitzlist"/>
              <w:numPr>
                <w:ilvl w:val="0"/>
                <w:numId w:val="9"/>
              </w:numPr>
              <w:spacing w:line="360" w:lineRule="auto"/>
              <w:jc w:val="both"/>
              <w:rPr>
                <w:sz w:val="22"/>
                <w:szCs w:val="22"/>
              </w:rPr>
            </w:pPr>
            <w:r w:rsidRPr="00BF2A91">
              <w:rPr>
                <w:sz w:val="22"/>
                <w:szCs w:val="22"/>
              </w:rPr>
              <w:t xml:space="preserve">miesięczna ryczałtowa </w:t>
            </w:r>
            <w:r w:rsidR="00C0166F" w:rsidRPr="00BF2A91">
              <w:rPr>
                <w:sz w:val="22"/>
                <w:szCs w:val="22"/>
              </w:rPr>
              <w:t xml:space="preserve">cena za wykonanie </w:t>
            </w:r>
            <w:r>
              <w:rPr>
                <w:sz w:val="22"/>
                <w:szCs w:val="22"/>
              </w:rPr>
              <w:t xml:space="preserve">przedmiotu umowy </w:t>
            </w:r>
            <w:r w:rsidR="00A502FC">
              <w:rPr>
                <w:sz w:val="22"/>
                <w:szCs w:val="22"/>
              </w:rPr>
              <w:t xml:space="preserve">(Cm) </w:t>
            </w:r>
            <w:r w:rsidR="00466E9E">
              <w:rPr>
                <w:sz w:val="22"/>
                <w:szCs w:val="22"/>
              </w:rPr>
              <w:t xml:space="preserve">wynosi: </w:t>
            </w:r>
            <w:r w:rsidR="00466E9E" w:rsidRPr="00BF2A91">
              <w:rPr>
                <w:sz w:val="22"/>
                <w:szCs w:val="22"/>
              </w:rPr>
              <w:t>…</w:t>
            </w:r>
            <w:r w:rsidRPr="00BF2A91">
              <w:rPr>
                <w:sz w:val="22"/>
                <w:szCs w:val="22"/>
              </w:rPr>
              <w:t>……</w:t>
            </w:r>
            <w:r w:rsidR="00C0166F" w:rsidRPr="00BF2A91">
              <w:rPr>
                <w:sz w:val="22"/>
                <w:szCs w:val="22"/>
              </w:rPr>
              <w:t>… złotych netto</w:t>
            </w:r>
            <w:r w:rsidRPr="00BF2A91">
              <w:rPr>
                <w:sz w:val="22"/>
                <w:szCs w:val="22"/>
              </w:rPr>
              <w:t xml:space="preserve"> plus ……. % VAT tj. …</w:t>
            </w:r>
            <w:r w:rsidR="00A502FC">
              <w:rPr>
                <w:sz w:val="22"/>
                <w:szCs w:val="22"/>
              </w:rPr>
              <w:t>………</w:t>
            </w:r>
            <w:r w:rsidRPr="00BF2A91">
              <w:rPr>
                <w:sz w:val="22"/>
                <w:szCs w:val="22"/>
              </w:rPr>
              <w:t xml:space="preserve">….. brutto </w:t>
            </w:r>
          </w:p>
          <w:p w14:paraId="0112778B" w14:textId="45351D5D" w:rsidR="00C0166F" w:rsidRPr="00BF2A91" w:rsidRDefault="00C0166F" w:rsidP="005C6A90">
            <w:pPr>
              <w:pStyle w:val="Akapitzlist"/>
              <w:numPr>
                <w:ilvl w:val="0"/>
                <w:numId w:val="9"/>
              </w:numPr>
              <w:spacing w:line="360" w:lineRule="auto"/>
              <w:jc w:val="both"/>
              <w:rPr>
                <w:sz w:val="22"/>
                <w:szCs w:val="22"/>
              </w:rPr>
            </w:pPr>
            <w:r w:rsidRPr="00BF2A91">
              <w:rPr>
                <w:b/>
                <w:sz w:val="22"/>
                <w:szCs w:val="22"/>
              </w:rPr>
              <w:t xml:space="preserve">cena </w:t>
            </w:r>
            <w:r w:rsidR="00A502FC">
              <w:rPr>
                <w:b/>
                <w:sz w:val="22"/>
                <w:szCs w:val="22"/>
              </w:rPr>
              <w:t xml:space="preserve">C </w:t>
            </w:r>
            <w:r w:rsidRPr="00BF2A91">
              <w:rPr>
                <w:b/>
                <w:sz w:val="22"/>
                <w:szCs w:val="22"/>
              </w:rPr>
              <w:t xml:space="preserve">za wykonanie </w:t>
            </w:r>
            <w:r w:rsidR="00BF2A91" w:rsidRPr="00BF2A91">
              <w:rPr>
                <w:b/>
                <w:sz w:val="22"/>
                <w:szCs w:val="22"/>
              </w:rPr>
              <w:t xml:space="preserve">całego </w:t>
            </w:r>
            <w:r w:rsidRPr="00BF2A91">
              <w:rPr>
                <w:b/>
                <w:sz w:val="22"/>
                <w:szCs w:val="22"/>
              </w:rPr>
              <w:t xml:space="preserve">zamówienia wynosi: </w:t>
            </w:r>
            <w:r w:rsidRPr="00BF2A91">
              <w:rPr>
                <w:b/>
                <w:sz w:val="22"/>
                <w:szCs w:val="22"/>
                <w:u w:val="single"/>
              </w:rPr>
              <w:t>…………</w:t>
            </w:r>
            <w:r w:rsidR="008F6430" w:rsidRPr="00BF2A91">
              <w:rPr>
                <w:b/>
                <w:sz w:val="22"/>
                <w:szCs w:val="22"/>
                <w:u w:val="single"/>
              </w:rPr>
              <w:t>……</w:t>
            </w:r>
            <w:r w:rsidRPr="00BF2A91">
              <w:rPr>
                <w:b/>
                <w:sz w:val="22"/>
                <w:szCs w:val="22"/>
                <w:u w:val="single"/>
              </w:rPr>
              <w:t>. zł brutto</w:t>
            </w:r>
            <w:r w:rsidR="00BF2A91" w:rsidRPr="00BF2A91">
              <w:rPr>
                <w:b/>
                <w:sz w:val="22"/>
                <w:szCs w:val="22"/>
                <w:u w:val="single"/>
              </w:rPr>
              <w:t xml:space="preserve"> (miesięczna ryczałtowa cena </w:t>
            </w:r>
            <w:r w:rsidR="00A502FC">
              <w:rPr>
                <w:b/>
                <w:sz w:val="22"/>
                <w:szCs w:val="22"/>
                <w:u w:val="single"/>
              </w:rPr>
              <w:t xml:space="preserve">brutto </w:t>
            </w:r>
            <w:r w:rsidR="00BF2A91" w:rsidRPr="00BF2A91">
              <w:rPr>
                <w:b/>
                <w:sz w:val="22"/>
                <w:szCs w:val="22"/>
                <w:u w:val="single"/>
              </w:rPr>
              <w:t xml:space="preserve">za </w:t>
            </w:r>
            <w:r w:rsidR="00BF2A91">
              <w:rPr>
                <w:b/>
                <w:sz w:val="22"/>
                <w:szCs w:val="22"/>
                <w:u w:val="single"/>
              </w:rPr>
              <w:t>wykonanie przedmiotu umowy</w:t>
            </w:r>
            <w:r w:rsidR="00BF2A91" w:rsidRPr="00BF2A91">
              <w:rPr>
                <w:b/>
                <w:sz w:val="22"/>
                <w:szCs w:val="22"/>
                <w:u w:val="single"/>
              </w:rPr>
              <w:t xml:space="preserve"> x 12 miesięcy)</w:t>
            </w:r>
          </w:p>
        </w:tc>
      </w:tr>
    </w:tbl>
    <w:p w14:paraId="29203047" w14:textId="77777777" w:rsidR="009157D0" w:rsidRDefault="009157D0" w:rsidP="003030BB">
      <w:pPr>
        <w:jc w:val="both"/>
        <w:rPr>
          <w:b/>
          <w:sz w:val="22"/>
          <w:szCs w:val="22"/>
        </w:rPr>
      </w:pPr>
    </w:p>
    <w:p w14:paraId="18E3D054" w14:textId="77777777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76BBF1E4" w14:textId="77777777" w:rsidR="003030BB" w:rsidRDefault="00FF57EE" w:rsidP="003030BB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43832E80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5DEE3AEA" w14:textId="40116D6A" w:rsidR="007E7432" w:rsidRDefault="007E7432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>
        <w:rPr>
          <w:bCs/>
          <w:iCs/>
          <w:color w:val="000000"/>
        </w:rPr>
        <w:t>spełniamy w</w:t>
      </w:r>
      <w:r w:rsidRPr="00722C16">
        <w:rPr>
          <w:bCs/>
          <w:iCs/>
          <w:color w:val="000000"/>
        </w:rPr>
        <w:t xml:space="preserve">ymagania związane z realizacją zamówienia w zakresie zatrudnienia na podstawie stosunku pracy osób wykonujących wskazane przez </w:t>
      </w:r>
      <w:r>
        <w:rPr>
          <w:bCs/>
          <w:iCs/>
          <w:color w:val="000000"/>
        </w:rPr>
        <w:t>Z</w:t>
      </w:r>
      <w:r w:rsidRPr="00722C16">
        <w:rPr>
          <w:bCs/>
          <w:iCs/>
          <w:color w:val="000000"/>
        </w:rPr>
        <w:t>amawiającego czynności w zakresie realizacji zamówienia</w:t>
      </w:r>
      <w:r>
        <w:rPr>
          <w:bCs/>
          <w:iCs/>
          <w:color w:val="000000"/>
        </w:rPr>
        <w:t>.</w:t>
      </w:r>
    </w:p>
    <w:p w14:paraId="1A9BBE1E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63D941AA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5A40E48" w14:textId="77777777" w:rsidTr="00B92B5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0B8FC83" w14:textId="77777777" w:rsidR="00BC4F99" w:rsidRPr="00CC16D8" w:rsidRDefault="00BC4F99" w:rsidP="005F6F5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C16D8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3BBFAB0" w14:textId="77777777" w:rsidR="00BC4F99" w:rsidRPr="00CC16D8" w:rsidRDefault="00BC4F99" w:rsidP="005F6F5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C16D8">
              <w:rPr>
                <w:b/>
                <w:sz w:val="20"/>
                <w:szCs w:val="20"/>
              </w:rPr>
              <w:t xml:space="preserve">Opis części zamówienia, którą Wykonawca </w:t>
            </w:r>
          </w:p>
          <w:p w14:paraId="0D8D2E9F" w14:textId="77777777" w:rsidR="00BC4F99" w:rsidRPr="00CC16D8" w:rsidRDefault="00BC4F99" w:rsidP="005F6F5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C16D8">
              <w:rPr>
                <w:b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C4246D3" w14:textId="77777777" w:rsidR="00BC4F99" w:rsidRPr="00CC16D8" w:rsidRDefault="00BC4F99" w:rsidP="005F6F5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C16D8">
              <w:rPr>
                <w:b/>
                <w:sz w:val="20"/>
                <w:szCs w:val="20"/>
              </w:rPr>
              <w:t>Nazwa Podwykonawcy</w:t>
            </w:r>
          </w:p>
        </w:tc>
      </w:tr>
      <w:tr w:rsidR="00BC4F99" w:rsidRPr="001661BD" w14:paraId="61D786FB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49CE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01997" w14:textId="77777777" w:rsidR="00BC4F99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  <w:p w14:paraId="05AB162E" w14:textId="77777777" w:rsidR="00EA7E87" w:rsidRDefault="00EA7E87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  <w:p w14:paraId="08CCE4A9" w14:textId="77777777" w:rsidR="00EA7E87" w:rsidRDefault="00EA7E87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  <w:p w14:paraId="7EC4EF7C" w14:textId="0F7EA6AD" w:rsidR="00EA7E87" w:rsidRPr="001661BD" w:rsidRDefault="00EA7E87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45B82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24623595" w14:textId="731FBD43" w:rsidR="00CC16D8" w:rsidRPr="00CC16D8" w:rsidRDefault="00CC16D8" w:rsidP="00CC16D8">
      <w:pPr>
        <w:ind w:left="644"/>
        <w:jc w:val="both"/>
        <w:rPr>
          <w:i/>
          <w:sz w:val="20"/>
          <w:szCs w:val="20"/>
        </w:rPr>
      </w:pPr>
      <w:r w:rsidRPr="00CC16D8">
        <w:rPr>
          <w:sz w:val="20"/>
          <w:szCs w:val="20"/>
        </w:rPr>
        <w:t>(</w:t>
      </w:r>
      <w:r w:rsidRPr="00CC16D8">
        <w:rPr>
          <w:i/>
          <w:sz w:val="20"/>
          <w:szCs w:val="20"/>
        </w:rPr>
        <w:t xml:space="preserve">w przypadku </w:t>
      </w:r>
      <w:r w:rsidR="003646EE" w:rsidRPr="00CC16D8">
        <w:rPr>
          <w:i/>
          <w:sz w:val="20"/>
          <w:szCs w:val="20"/>
        </w:rPr>
        <w:t>niewskazania</w:t>
      </w:r>
      <w:r w:rsidRPr="00CC16D8">
        <w:rPr>
          <w:sz w:val="20"/>
          <w:szCs w:val="20"/>
        </w:rPr>
        <w:t xml:space="preserve"> </w:t>
      </w:r>
      <w:r w:rsidRPr="00CC16D8">
        <w:rPr>
          <w:i/>
          <w:sz w:val="20"/>
          <w:szCs w:val="20"/>
        </w:rPr>
        <w:t>udziału podwykonawców</w:t>
      </w:r>
      <w:r w:rsidRPr="00CC16D8">
        <w:rPr>
          <w:sz w:val="20"/>
          <w:szCs w:val="20"/>
        </w:rPr>
        <w:t xml:space="preserve"> </w:t>
      </w:r>
      <w:r w:rsidRPr="00CC16D8">
        <w:rPr>
          <w:i/>
          <w:sz w:val="20"/>
          <w:szCs w:val="20"/>
        </w:rPr>
        <w:t>Zamawiający przyjmie, że całe zamówienie zostanie wykonane przez Wykonawcę, bez udziału Podwykonawcy).</w:t>
      </w:r>
    </w:p>
    <w:p w14:paraId="5DD7E187" w14:textId="007A72B4" w:rsidR="00DA34D3" w:rsidRPr="005B6E07" w:rsidRDefault="00DA34D3" w:rsidP="005B6E07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b/>
          <w:color w:val="FF0000"/>
          <w:sz w:val="22"/>
          <w:szCs w:val="22"/>
        </w:rPr>
      </w:pPr>
      <w:r w:rsidRPr="005B6E07">
        <w:rPr>
          <w:b/>
          <w:sz w:val="22"/>
          <w:szCs w:val="22"/>
        </w:rPr>
        <w:t xml:space="preserve">termin wykonania </w:t>
      </w:r>
      <w:r w:rsidR="005B6E07" w:rsidRPr="005B6E07">
        <w:rPr>
          <w:b/>
          <w:sz w:val="22"/>
          <w:szCs w:val="22"/>
        </w:rPr>
        <w:t>zamówienia</w:t>
      </w:r>
      <w:r w:rsidR="005B6E07" w:rsidRPr="005B6E07">
        <w:rPr>
          <w:sz w:val="22"/>
          <w:szCs w:val="22"/>
        </w:rPr>
        <w:t>: do</w:t>
      </w:r>
      <w:r w:rsidR="005B6E07" w:rsidRPr="005B6E07">
        <w:rPr>
          <w:b/>
          <w:bCs/>
          <w:iCs/>
          <w:sz w:val="22"/>
          <w:szCs w:val="22"/>
          <w:u w:val="single"/>
        </w:rPr>
        <w:t xml:space="preserve"> 12 miesięcy od dnia zawarcia umowy. </w:t>
      </w:r>
      <w:r w:rsidR="005B6E07" w:rsidRPr="005B6E07">
        <w:rPr>
          <w:b/>
          <w:bCs/>
          <w:iCs/>
          <w:sz w:val="22"/>
          <w:szCs w:val="22"/>
        </w:rPr>
        <w:t>Przy czym rozpoczęcie prac nie może nastąpić wcześniej niż 2 stycznia 2025 r.</w:t>
      </w:r>
      <w:r w:rsidR="005B6E07" w:rsidRPr="005B6E07">
        <w:rPr>
          <w:iCs/>
          <w:sz w:val="22"/>
          <w:szCs w:val="22"/>
        </w:rPr>
        <w:t xml:space="preserve"> </w:t>
      </w:r>
    </w:p>
    <w:p w14:paraId="3DF3DF25" w14:textId="77777777" w:rsidR="00DA34D3" w:rsidRPr="005B6E07" w:rsidRDefault="00DA34D3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b/>
          <w:sz w:val="22"/>
          <w:szCs w:val="22"/>
        </w:rPr>
      </w:pPr>
      <w:r w:rsidRPr="005B6E07">
        <w:rPr>
          <w:color w:val="000000"/>
          <w:sz w:val="22"/>
          <w:szCs w:val="22"/>
        </w:rPr>
        <w:t xml:space="preserve">termin płatności ustalamy </w:t>
      </w:r>
      <w:r w:rsidRPr="005B6E07">
        <w:rPr>
          <w:b/>
          <w:bCs/>
          <w:color w:val="000000"/>
          <w:sz w:val="22"/>
          <w:szCs w:val="22"/>
        </w:rPr>
        <w:t>na 30 dni</w:t>
      </w:r>
      <w:r w:rsidRPr="005B6E07">
        <w:rPr>
          <w:color w:val="000000"/>
          <w:sz w:val="22"/>
          <w:szCs w:val="22"/>
        </w:rPr>
        <w:t>, licząc od dnia otrzymania prawidłowo wystawionej faktury VAT,</w:t>
      </w:r>
    </w:p>
    <w:p w14:paraId="4FC465E2" w14:textId="4BBF3525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8F6430">
        <w:rPr>
          <w:sz w:val="22"/>
        </w:rPr>
        <w:t xml:space="preserve">treścią istotnych postanowień umownych </w:t>
      </w:r>
      <w:r w:rsidR="00A50E18">
        <w:rPr>
          <w:sz w:val="22"/>
        </w:rPr>
        <w:t>w sprawie zamówienia publicznego</w:t>
      </w:r>
      <w:r w:rsidRPr="0097776D">
        <w:rPr>
          <w:sz w:val="22"/>
        </w:rPr>
        <w:t xml:space="preserve">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</w:t>
      </w:r>
      <w:r w:rsidR="003646EE">
        <w:rPr>
          <w:sz w:val="22"/>
        </w:rPr>
        <w:t xml:space="preserve">w </w:t>
      </w:r>
      <w:r w:rsidR="008F6430">
        <w:rPr>
          <w:sz w:val="22"/>
        </w:rPr>
        <w:t>nich</w:t>
      </w:r>
      <w:r w:rsidRPr="0097776D">
        <w:rPr>
          <w:sz w:val="22"/>
        </w:rPr>
        <w:t xml:space="preserve"> warunkach, w miejscu i terminie wyznaczonym przez Zamawiającego;</w:t>
      </w:r>
    </w:p>
    <w:p w14:paraId="3C8567F8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lastRenderedPageBreak/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64F258E7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40497E85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5E877DAB" w14:textId="0243BDA9" w:rsidR="00CE3AE6" w:rsidRPr="00A9564B" w:rsidRDefault="00A55A31" w:rsidP="00A9564B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A55A31">
        <w:rPr>
          <w:b/>
          <w:sz w:val="40"/>
          <w:szCs w:val="40"/>
          <w:u w:val="single"/>
        </w:rPr>
        <w:t>□</w:t>
      </w:r>
      <w:r>
        <w:rPr>
          <w:b/>
          <w:sz w:val="22"/>
          <w:szCs w:val="22"/>
          <w:u w:val="single"/>
        </w:rPr>
        <w:t xml:space="preserve"> </w:t>
      </w:r>
      <w:r w:rsidR="00267D1F" w:rsidRPr="00CE3AE6">
        <w:rPr>
          <w:b/>
          <w:sz w:val="22"/>
          <w:szCs w:val="22"/>
          <w:u w:val="single"/>
        </w:rPr>
        <w:t>nie będzie</w:t>
      </w:r>
      <w:r w:rsidR="00267D1F" w:rsidRPr="00CE3AE6">
        <w:rPr>
          <w:bCs/>
          <w:sz w:val="22"/>
          <w:szCs w:val="22"/>
        </w:rPr>
        <w:t xml:space="preserve"> prowadzić u Zamawiającego do powstania obowiązku podatkowego zgodnie </w:t>
      </w:r>
      <w:r>
        <w:rPr>
          <w:bCs/>
          <w:sz w:val="22"/>
          <w:szCs w:val="22"/>
        </w:rPr>
        <w:br/>
      </w:r>
      <w:r w:rsidR="00267D1F" w:rsidRPr="00CE3AE6">
        <w:rPr>
          <w:bCs/>
          <w:sz w:val="22"/>
          <w:szCs w:val="22"/>
        </w:rPr>
        <w:t>z ustawą z dnia 11 marca 2014 r. o podatku od towarów i usług (</w:t>
      </w:r>
      <w:proofErr w:type="spellStart"/>
      <w:r w:rsidR="00CE3AE6">
        <w:rPr>
          <w:bCs/>
          <w:sz w:val="22"/>
          <w:szCs w:val="22"/>
        </w:rPr>
        <w:t>t.j</w:t>
      </w:r>
      <w:proofErr w:type="spellEnd"/>
      <w:r w:rsidR="00CE3AE6">
        <w:rPr>
          <w:bCs/>
          <w:sz w:val="22"/>
          <w:szCs w:val="22"/>
        </w:rPr>
        <w:t xml:space="preserve">. </w:t>
      </w:r>
      <w:r w:rsidR="00267D1F" w:rsidRPr="00CE3AE6">
        <w:rPr>
          <w:bCs/>
          <w:sz w:val="22"/>
          <w:szCs w:val="22"/>
        </w:rPr>
        <w:t>Dz. U. z 20</w:t>
      </w:r>
      <w:r w:rsidR="00CE3AE6">
        <w:rPr>
          <w:bCs/>
          <w:sz w:val="22"/>
          <w:szCs w:val="22"/>
        </w:rPr>
        <w:t>2</w:t>
      </w:r>
      <w:r w:rsidR="00252DDE">
        <w:rPr>
          <w:bCs/>
          <w:sz w:val="22"/>
          <w:szCs w:val="22"/>
        </w:rPr>
        <w:t>3</w:t>
      </w:r>
      <w:r w:rsidR="00267D1F" w:rsidRPr="00CE3AE6">
        <w:rPr>
          <w:bCs/>
          <w:sz w:val="22"/>
          <w:szCs w:val="22"/>
        </w:rPr>
        <w:t xml:space="preserve">r. poz. </w:t>
      </w:r>
      <w:r w:rsidR="00252DDE">
        <w:rPr>
          <w:bCs/>
          <w:sz w:val="22"/>
          <w:szCs w:val="22"/>
        </w:rPr>
        <w:t>1570</w:t>
      </w:r>
      <w:r w:rsidR="00267D1F" w:rsidRPr="00CE3AE6">
        <w:rPr>
          <w:bCs/>
          <w:sz w:val="22"/>
          <w:szCs w:val="22"/>
        </w:rPr>
        <w:t>)</w:t>
      </w:r>
    </w:p>
    <w:p w14:paraId="0EED02A8" w14:textId="3C730965" w:rsidR="00CE3AE6" w:rsidRDefault="00A55A31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A55A31">
        <w:rPr>
          <w:b/>
          <w:sz w:val="44"/>
          <w:szCs w:val="44"/>
          <w:u w:val="single"/>
        </w:rPr>
        <w:t xml:space="preserve">□ </w:t>
      </w:r>
      <w:r w:rsidR="00CE3AE6" w:rsidRPr="00CE3AE6">
        <w:rPr>
          <w:b/>
          <w:sz w:val="22"/>
          <w:szCs w:val="22"/>
          <w:u w:val="single"/>
        </w:rPr>
        <w:t>będzie prowadzić</w:t>
      </w:r>
      <w:r w:rsidR="00CE3AE6" w:rsidRPr="00CE3AE6">
        <w:rPr>
          <w:bCs/>
          <w:sz w:val="22"/>
          <w:szCs w:val="22"/>
        </w:rPr>
        <w:t xml:space="preserve"> u Zamawiającego do powstania obowiąz</w:t>
      </w:r>
      <w:r>
        <w:rPr>
          <w:bCs/>
          <w:sz w:val="22"/>
          <w:szCs w:val="22"/>
        </w:rPr>
        <w:t xml:space="preserve">ku podatkowego zgodnie z ustawą </w:t>
      </w:r>
      <w:r w:rsidR="00CE3AE6" w:rsidRPr="00CE3AE6">
        <w:rPr>
          <w:bCs/>
          <w:sz w:val="22"/>
          <w:szCs w:val="22"/>
        </w:rPr>
        <w:t>z dnia 11 marca 2014 r. o podatku od towarów i usług (</w:t>
      </w:r>
      <w:proofErr w:type="spellStart"/>
      <w:r w:rsidR="00CE3AE6" w:rsidRPr="00CE3AE6">
        <w:rPr>
          <w:bCs/>
          <w:sz w:val="22"/>
          <w:szCs w:val="22"/>
        </w:rPr>
        <w:t>t.j</w:t>
      </w:r>
      <w:proofErr w:type="spellEnd"/>
      <w:r w:rsidR="00CE3AE6" w:rsidRPr="00CE3AE6">
        <w:rPr>
          <w:bCs/>
          <w:sz w:val="22"/>
          <w:szCs w:val="22"/>
        </w:rPr>
        <w:t>. Dz. U. z 202</w:t>
      </w:r>
      <w:r w:rsidR="00252DDE">
        <w:rPr>
          <w:bCs/>
          <w:sz w:val="22"/>
          <w:szCs w:val="22"/>
        </w:rPr>
        <w:t>3</w:t>
      </w:r>
      <w:r w:rsidR="00CE3AE6" w:rsidRPr="00CE3AE6">
        <w:rPr>
          <w:bCs/>
          <w:sz w:val="22"/>
          <w:szCs w:val="22"/>
        </w:rPr>
        <w:t xml:space="preserve">r. poz. </w:t>
      </w:r>
      <w:r w:rsidR="00252DDE">
        <w:rPr>
          <w:bCs/>
          <w:sz w:val="22"/>
          <w:szCs w:val="22"/>
        </w:rPr>
        <w:t>1570</w:t>
      </w:r>
      <w:r w:rsidR="00CE3AE6" w:rsidRPr="00CE3AE6">
        <w:rPr>
          <w:bCs/>
          <w:sz w:val="22"/>
          <w:szCs w:val="22"/>
        </w:rPr>
        <w:t>)</w:t>
      </w:r>
      <w:r w:rsidR="00CE3AE6">
        <w:rPr>
          <w:bCs/>
          <w:sz w:val="22"/>
          <w:szCs w:val="22"/>
        </w:rPr>
        <w:t xml:space="preserve">, wobec czego </w:t>
      </w:r>
      <w:r w:rsidR="00CE3AE6"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 w:rsidR="00CE3AE6"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B92B5F" w14:paraId="7F83482B" w14:textId="77777777" w:rsidTr="00A54C63">
        <w:trPr>
          <w:trHeight w:val="18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8BB256" w14:textId="77777777" w:rsidR="00CE3AE6" w:rsidRPr="00B92B5F" w:rsidRDefault="00CE3AE6" w:rsidP="005844F6">
            <w:pPr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B92B5F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4555C6" w14:textId="77777777" w:rsidR="00CE3AE6" w:rsidRPr="00B92B5F" w:rsidRDefault="00CE3AE6" w:rsidP="005844F6">
            <w:pPr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B92B5F">
              <w:rPr>
                <w:b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F8602D" w14:textId="77777777" w:rsidR="00CE3AE6" w:rsidRPr="00B92B5F" w:rsidRDefault="00CE3AE6" w:rsidP="005844F6">
            <w:pPr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B92B5F">
              <w:rPr>
                <w:b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C8E709E" w14:textId="1E5951D8" w:rsidR="00CE3AE6" w:rsidRPr="00B92B5F" w:rsidRDefault="00A54C63" w:rsidP="00A54C63">
            <w:pPr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br/>
            </w:r>
            <w:r w:rsidR="00CE3AE6" w:rsidRPr="00B92B5F">
              <w:rPr>
                <w:b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ED129D" w14:paraId="43111CE8" w14:textId="77777777" w:rsidTr="00A54C63">
        <w:trPr>
          <w:trHeight w:val="6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93AD" w14:textId="77777777" w:rsidR="00CE3AE6" w:rsidRPr="00ED129D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25002" w14:textId="77777777" w:rsidR="00CE3AE6" w:rsidRPr="00ED129D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40F62" w14:textId="77777777" w:rsidR="00CE3AE6" w:rsidRPr="00ED129D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ECDFD" w14:textId="77777777" w:rsidR="00CE3AE6" w:rsidRPr="00ED129D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47D2B2A1" w14:textId="77777777" w:rsidR="00ED129D" w:rsidRPr="00ED129D" w:rsidRDefault="00ED129D" w:rsidP="00ED129D">
      <w:pPr>
        <w:pStyle w:val="Akapitzlist"/>
        <w:rPr>
          <w:b/>
          <w:sz w:val="22"/>
          <w:szCs w:val="22"/>
        </w:rPr>
      </w:pPr>
    </w:p>
    <w:p w14:paraId="791B97D0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068F9F41" w14:textId="77777777" w:rsidTr="00DC336F">
        <w:tc>
          <w:tcPr>
            <w:tcW w:w="2551" w:type="dxa"/>
            <w:shd w:val="clear" w:color="auto" w:fill="auto"/>
            <w:vAlign w:val="center"/>
          </w:tcPr>
          <w:p w14:paraId="329BF1C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2397832A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0C5D207" w14:textId="77777777" w:rsidTr="00DC336F">
        <w:tc>
          <w:tcPr>
            <w:tcW w:w="2551" w:type="dxa"/>
            <w:shd w:val="clear" w:color="auto" w:fill="auto"/>
            <w:vAlign w:val="center"/>
          </w:tcPr>
          <w:p w14:paraId="4EDD2E8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164F719A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378C6B0" w14:textId="77777777" w:rsidTr="00DC336F">
        <w:tc>
          <w:tcPr>
            <w:tcW w:w="2551" w:type="dxa"/>
            <w:shd w:val="clear" w:color="auto" w:fill="auto"/>
            <w:vAlign w:val="center"/>
          </w:tcPr>
          <w:p w14:paraId="4017090C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4EC2D52C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7DDC70F2" w14:textId="77777777" w:rsidTr="00DC336F">
        <w:tc>
          <w:tcPr>
            <w:tcW w:w="2551" w:type="dxa"/>
            <w:shd w:val="clear" w:color="auto" w:fill="auto"/>
            <w:vAlign w:val="center"/>
          </w:tcPr>
          <w:p w14:paraId="6B6B0F4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0535D942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0CE5E80E" w14:textId="77777777" w:rsidR="00525EFF" w:rsidRDefault="0097776D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>
        <w:rPr>
          <w:sz w:val="22"/>
          <w:szCs w:val="22"/>
        </w:rPr>
        <w:t xml:space="preserve"> są:</w:t>
      </w:r>
    </w:p>
    <w:p w14:paraId="6B04298A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19BA85C7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23AAD379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5D2D31B1" w14:textId="77777777" w:rsidR="00A502FC" w:rsidRDefault="00A502FC" w:rsidP="001C7D84">
      <w:pPr>
        <w:tabs>
          <w:tab w:val="center" w:pos="7655"/>
        </w:tabs>
        <w:spacing w:before="120" w:line="320" w:lineRule="atLeast"/>
        <w:rPr>
          <w:sz w:val="22"/>
          <w:szCs w:val="22"/>
        </w:rPr>
      </w:pPr>
    </w:p>
    <w:p w14:paraId="64E6D425" w14:textId="77777777" w:rsidR="00A502FC" w:rsidRDefault="00A502FC" w:rsidP="001C7D84">
      <w:pPr>
        <w:tabs>
          <w:tab w:val="center" w:pos="7655"/>
        </w:tabs>
        <w:spacing w:before="120" w:line="320" w:lineRule="atLeast"/>
        <w:rPr>
          <w:sz w:val="22"/>
          <w:szCs w:val="22"/>
        </w:rPr>
      </w:pPr>
    </w:p>
    <w:p w14:paraId="6B7F9AED" w14:textId="29D82A98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00F8E8F3" w14:textId="77777777" w:rsidR="00A502FC" w:rsidRDefault="00A502FC" w:rsidP="00DB5907">
      <w:pPr>
        <w:tabs>
          <w:tab w:val="center" w:pos="7655"/>
        </w:tabs>
        <w:spacing w:after="160" w:line="276" w:lineRule="auto"/>
        <w:ind w:left="4248" w:hanging="4390"/>
        <w:rPr>
          <w:b/>
          <w:i/>
          <w:sz w:val="14"/>
          <w:szCs w:val="18"/>
        </w:rPr>
      </w:pPr>
    </w:p>
    <w:p w14:paraId="59CF25DB" w14:textId="680D70D7" w:rsidR="000B4C91" w:rsidRDefault="00DB5907" w:rsidP="00A502FC">
      <w:pPr>
        <w:tabs>
          <w:tab w:val="center" w:pos="7655"/>
        </w:tabs>
        <w:spacing w:after="160" w:line="276" w:lineRule="auto"/>
        <w:ind w:left="4248" w:hanging="4390"/>
        <w:rPr>
          <w:i/>
          <w:sz w:val="22"/>
          <w:szCs w:val="22"/>
        </w:rPr>
      </w:pPr>
      <w:r w:rsidRPr="00DB5907">
        <w:rPr>
          <w:b/>
          <w:i/>
          <w:sz w:val="14"/>
          <w:szCs w:val="18"/>
        </w:rPr>
        <w:t>NALEŻY PODPISAĆ ELEKTRONICZNIE  (PODPISEM KWALIFIKOWANYM) LUB PODPISEM OSOBISTYM  LUB PODPISEM ZAUFANYM</w:t>
      </w:r>
    </w:p>
    <w:sectPr w:rsidR="000B4C91" w:rsidSect="003030BB">
      <w:pgSz w:w="11906" w:h="16838"/>
      <w:pgMar w:top="1276" w:right="1417" w:bottom="1701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CFE189" w14:textId="77777777" w:rsidR="00660335" w:rsidRDefault="00660335" w:rsidP="00FF57EE">
      <w:r>
        <w:separator/>
      </w:r>
    </w:p>
  </w:endnote>
  <w:endnote w:type="continuationSeparator" w:id="0">
    <w:p w14:paraId="3729DF62" w14:textId="77777777" w:rsidR="00660335" w:rsidRDefault="00660335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6D822" w14:textId="77777777" w:rsidR="00660335" w:rsidRDefault="00660335" w:rsidP="00FF57EE">
      <w:r>
        <w:separator/>
      </w:r>
    </w:p>
  </w:footnote>
  <w:footnote w:type="continuationSeparator" w:id="0">
    <w:p w14:paraId="01F277D2" w14:textId="77777777" w:rsidR="00660335" w:rsidRDefault="00660335" w:rsidP="00FF57EE">
      <w:r>
        <w:continuationSeparator/>
      </w:r>
    </w:p>
  </w:footnote>
  <w:footnote w:id="1">
    <w:p w14:paraId="051D8D8F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59CC4AD7" w14:textId="77777777" w:rsidR="009D75A8" w:rsidRPr="00A55A31" w:rsidRDefault="009D75A8" w:rsidP="009D75A8">
      <w:pPr>
        <w:pStyle w:val="Tekstprzypisudolnego"/>
        <w:spacing w:after="60"/>
        <w:ind w:left="142" w:hanging="142"/>
        <w:jc w:val="both"/>
        <w:rPr>
          <w:sz w:val="18"/>
          <w:szCs w:val="18"/>
        </w:rPr>
      </w:pPr>
      <w:r w:rsidRPr="00A55A31">
        <w:rPr>
          <w:sz w:val="18"/>
          <w:szCs w:val="18"/>
        </w:rPr>
        <w:t>* niepotrzebne skreślić</w:t>
      </w:r>
      <w:r w:rsidR="0022574C">
        <w:rPr>
          <w:sz w:val="18"/>
          <w:szCs w:val="18"/>
        </w:rPr>
        <w:t xml:space="preserve">/ </w:t>
      </w:r>
      <w:r w:rsidR="00A9564B">
        <w:rPr>
          <w:sz w:val="18"/>
          <w:szCs w:val="18"/>
        </w:rPr>
        <w:t>zaznaczyć</w:t>
      </w:r>
    </w:p>
    <w:p w14:paraId="0D5FF42C" w14:textId="77777777" w:rsidR="00FF57EE" w:rsidRPr="00A55A31" w:rsidRDefault="00FF57EE" w:rsidP="009D75A8">
      <w:pPr>
        <w:pStyle w:val="Tekstprzypisudolnego"/>
        <w:spacing w:after="40"/>
        <w:ind w:left="142" w:hanging="142"/>
        <w:jc w:val="both"/>
        <w:rPr>
          <w:sz w:val="18"/>
          <w:szCs w:val="18"/>
        </w:rPr>
      </w:pPr>
      <w:r w:rsidRPr="00A55A31">
        <w:rPr>
          <w:rStyle w:val="Odwoanieprzypisudolnego"/>
          <w:sz w:val="18"/>
          <w:szCs w:val="18"/>
        </w:rPr>
        <w:footnoteRef/>
      </w:r>
      <w:r w:rsidRPr="00A55A31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526FC33" w14:textId="77777777" w:rsidR="00FF57EE" w:rsidRPr="00A55A31" w:rsidRDefault="00FF57EE" w:rsidP="009D75A8">
      <w:pPr>
        <w:pStyle w:val="Tekstprzypisudolnego"/>
        <w:spacing w:after="40"/>
        <w:ind w:left="142" w:hanging="142"/>
        <w:jc w:val="both"/>
        <w:rPr>
          <w:sz w:val="18"/>
          <w:szCs w:val="18"/>
        </w:rPr>
      </w:pPr>
      <w:r w:rsidRPr="00A55A31">
        <w:rPr>
          <w:rStyle w:val="Odwoanieprzypisudolnego"/>
          <w:sz w:val="18"/>
          <w:szCs w:val="18"/>
        </w:rPr>
        <w:footnoteRef/>
      </w:r>
      <w:r w:rsidRPr="00A55A31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66E43"/>
    <w:multiLevelType w:val="multilevel"/>
    <w:tmpl w:val="AAF875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vertAlign w:val="baseli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6202923"/>
    <w:multiLevelType w:val="hybridMultilevel"/>
    <w:tmpl w:val="B268D308"/>
    <w:lvl w:ilvl="0" w:tplc="7E9239DA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95C4D"/>
    <w:multiLevelType w:val="hybridMultilevel"/>
    <w:tmpl w:val="E960AEF0"/>
    <w:lvl w:ilvl="0" w:tplc="3A1CA122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C2B79B0"/>
    <w:multiLevelType w:val="hybridMultilevel"/>
    <w:tmpl w:val="3A82080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FEC7CD9"/>
    <w:multiLevelType w:val="hybridMultilevel"/>
    <w:tmpl w:val="B860B8FC"/>
    <w:lvl w:ilvl="0" w:tplc="00000004"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0A0754"/>
    <w:multiLevelType w:val="hybridMultilevel"/>
    <w:tmpl w:val="93BC0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8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9"/>
    <w:rsid w:val="000256E1"/>
    <w:rsid w:val="00027765"/>
    <w:rsid w:val="00030518"/>
    <w:rsid w:val="00033A94"/>
    <w:rsid w:val="00036FCA"/>
    <w:rsid w:val="00075B49"/>
    <w:rsid w:val="00077AD3"/>
    <w:rsid w:val="000B4C91"/>
    <w:rsid w:val="001063D3"/>
    <w:rsid w:val="00113335"/>
    <w:rsid w:val="0018292E"/>
    <w:rsid w:val="001B79F7"/>
    <w:rsid w:val="001C7D84"/>
    <w:rsid w:val="001F14FA"/>
    <w:rsid w:val="001F7B52"/>
    <w:rsid w:val="002214DB"/>
    <w:rsid w:val="0022574C"/>
    <w:rsid w:val="00252DDE"/>
    <w:rsid w:val="00262DE8"/>
    <w:rsid w:val="00267D1F"/>
    <w:rsid w:val="002928A0"/>
    <w:rsid w:val="002A2613"/>
    <w:rsid w:val="002E612D"/>
    <w:rsid w:val="002F1951"/>
    <w:rsid w:val="003030BB"/>
    <w:rsid w:val="0032123E"/>
    <w:rsid w:val="00324040"/>
    <w:rsid w:val="00325372"/>
    <w:rsid w:val="00326A79"/>
    <w:rsid w:val="003646EE"/>
    <w:rsid w:val="00390E1B"/>
    <w:rsid w:val="003B769C"/>
    <w:rsid w:val="00427901"/>
    <w:rsid w:val="004453CD"/>
    <w:rsid w:val="00466E9E"/>
    <w:rsid w:val="00472637"/>
    <w:rsid w:val="004D5A42"/>
    <w:rsid w:val="005230C8"/>
    <w:rsid w:val="00525EFF"/>
    <w:rsid w:val="005305D8"/>
    <w:rsid w:val="00546DB7"/>
    <w:rsid w:val="005629B9"/>
    <w:rsid w:val="005844F6"/>
    <w:rsid w:val="005B56C1"/>
    <w:rsid w:val="005B5DF6"/>
    <w:rsid w:val="005B6E07"/>
    <w:rsid w:val="005D2664"/>
    <w:rsid w:val="005D484D"/>
    <w:rsid w:val="005F6F5F"/>
    <w:rsid w:val="00612195"/>
    <w:rsid w:val="00646302"/>
    <w:rsid w:val="00660335"/>
    <w:rsid w:val="006A788B"/>
    <w:rsid w:val="006B63D6"/>
    <w:rsid w:val="006C641D"/>
    <w:rsid w:val="006D09E0"/>
    <w:rsid w:val="006E2451"/>
    <w:rsid w:val="006E4BED"/>
    <w:rsid w:val="006F70E5"/>
    <w:rsid w:val="007A7FC8"/>
    <w:rsid w:val="007D475B"/>
    <w:rsid w:val="007E331F"/>
    <w:rsid w:val="007E7432"/>
    <w:rsid w:val="007F3E87"/>
    <w:rsid w:val="00871B0A"/>
    <w:rsid w:val="00876C95"/>
    <w:rsid w:val="008C3AE1"/>
    <w:rsid w:val="008D4695"/>
    <w:rsid w:val="008F6430"/>
    <w:rsid w:val="00914ACD"/>
    <w:rsid w:val="009157D0"/>
    <w:rsid w:val="0092682B"/>
    <w:rsid w:val="009312B4"/>
    <w:rsid w:val="00934F2D"/>
    <w:rsid w:val="00965937"/>
    <w:rsid w:val="0097776D"/>
    <w:rsid w:val="00983D1D"/>
    <w:rsid w:val="0099002D"/>
    <w:rsid w:val="009D75A8"/>
    <w:rsid w:val="009F0A00"/>
    <w:rsid w:val="00A502FC"/>
    <w:rsid w:val="00A50E18"/>
    <w:rsid w:val="00A54C63"/>
    <w:rsid w:val="00A55A31"/>
    <w:rsid w:val="00A9564B"/>
    <w:rsid w:val="00AA39D6"/>
    <w:rsid w:val="00AA5F4D"/>
    <w:rsid w:val="00AE2ACB"/>
    <w:rsid w:val="00AE5DCA"/>
    <w:rsid w:val="00AF39E7"/>
    <w:rsid w:val="00AF4AC3"/>
    <w:rsid w:val="00B13159"/>
    <w:rsid w:val="00B163FB"/>
    <w:rsid w:val="00B47637"/>
    <w:rsid w:val="00B9086B"/>
    <w:rsid w:val="00B92B5F"/>
    <w:rsid w:val="00BC4F99"/>
    <w:rsid w:val="00BD4D5D"/>
    <w:rsid w:val="00BF2725"/>
    <w:rsid w:val="00BF2A91"/>
    <w:rsid w:val="00C0166F"/>
    <w:rsid w:val="00C22F7D"/>
    <w:rsid w:val="00C75E74"/>
    <w:rsid w:val="00CB4D99"/>
    <w:rsid w:val="00CC16D8"/>
    <w:rsid w:val="00CE3AE6"/>
    <w:rsid w:val="00D14D7F"/>
    <w:rsid w:val="00D30689"/>
    <w:rsid w:val="00D554C7"/>
    <w:rsid w:val="00DA34D3"/>
    <w:rsid w:val="00DB5907"/>
    <w:rsid w:val="00DC336F"/>
    <w:rsid w:val="00DF2465"/>
    <w:rsid w:val="00E1735C"/>
    <w:rsid w:val="00E3260B"/>
    <w:rsid w:val="00E65BB1"/>
    <w:rsid w:val="00E77BA8"/>
    <w:rsid w:val="00EA3737"/>
    <w:rsid w:val="00EA7E87"/>
    <w:rsid w:val="00ED129D"/>
    <w:rsid w:val="00F00810"/>
    <w:rsid w:val="00F134D5"/>
    <w:rsid w:val="00F27361"/>
    <w:rsid w:val="00F31EAC"/>
    <w:rsid w:val="00F555BC"/>
    <w:rsid w:val="00F568C0"/>
    <w:rsid w:val="00F846E3"/>
    <w:rsid w:val="00F849BD"/>
    <w:rsid w:val="00FA257C"/>
    <w:rsid w:val="00FC3482"/>
    <w:rsid w:val="00FD0BA1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F35B60"/>
  <w15:docId w15:val="{F7B1551C-5B50-47D5-8367-4BD57A48A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A55A31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link w:val="pktZnak"/>
    <w:rsid w:val="00A55A31"/>
    <w:pPr>
      <w:spacing w:before="60" w:after="60"/>
      <w:ind w:left="851" w:hanging="295"/>
      <w:jc w:val="both"/>
    </w:pPr>
    <w:rPr>
      <w:rFonts w:eastAsiaTheme="minorEastAsia"/>
      <w:szCs w:val="20"/>
    </w:rPr>
  </w:style>
  <w:style w:type="character" w:customStyle="1" w:styleId="pktZnak">
    <w:name w:val="pkt Znak"/>
    <w:link w:val="pkt"/>
    <w:locked/>
    <w:rsid w:val="00A55A31"/>
    <w:rPr>
      <w:rFonts w:ascii="Times New Roman" w:eastAsiaTheme="minorEastAsia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26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664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ED129D"/>
    <w:pPr>
      <w:spacing w:before="100" w:beforeAutospacing="1" w:after="100" w:afterAutospacing="1"/>
    </w:pPr>
  </w:style>
  <w:style w:type="paragraph" w:customStyle="1" w:styleId="a4-pocztekwyliczenia">
    <w:name w:val="a4-pocztekwyliczenia"/>
    <w:basedOn w:val="Normalny"/>
    <w:rsid w:val="00ED129D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ED129D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F849BD"/>
    <w:pPr>
      <w:widowControl w:val="0"/>
      <w:autoSpaceDN w:val="0"/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F849BD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zpita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6D78B-CD4D-49C8-8043-5374F8F81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9</TotalTime>
  <Pages>3</Pages>
  <Words>685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Szpital</dc:creator>
  <cp:lastModifiedBy>Tomasz Wojtkiewicz</cp:lastModifiedBy>
  <cp:revision>5</cp:revision>
  <cp:lastPrinted>2024-01-09T09:50:00Z</cp:lastPrinted>
  <dcterms:created xsi:type="dcterms:W3CDTF">2024-12-11T22:08:00Z</dcterms:created>
  <dcterms:modified xsi:type="dcterms:W3CDTF">2024-12-12T11:09:00Z</dcterms:modified>
</cp:coreProperties>
</file>